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高校教师资格申请人员名单汇总表</w:t>
      </w:r>
    </w:p>
    <w:p>
      <w:pPr>
        <w:widowControl/>
        <w:spacing w:line="360" w:lineRule="atLeast"/>
        <w:ind w:firstLine="480" w:firstLineChars="200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atLeast"/>
        <w:ind w:firstLine="140" w:firstLineChars="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申报学校（公章） ：   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    联系人：    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     联系电话：    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 w:val="28"/>
          <w:szCs w:val="28"/>
        </w:rPr>
        <w:t>填报时间：</w:t>
      </w:r>
    </w:p>
    <w:tbl>
      <w:tblPr>
        <w:tblStyle w:val="3"/>
        <w:tblW w:w="14300" w:type="dxa"/>
        <w:jc w:val="center"/>
        <w:tblInd w:w="-984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1443"/>
        <w:gridCol w:w="961"/>
        <w:gridCol w:w="2687"/>
        <w:gridCol w:w="1689"/>
        <w:gridCol w:w="1116"/>
        <w:gridCol w:w="673"/>
        <w:gridCol w:w="672"/>
        <w:gridCol w:w="1001"/>
        <w:gridCol w:w="739"/>
        <w:gridCol w:w="757"/>
        <w:gridCol w:w="614"/>
        <w:gridCol w:w="574"/>
        <w:gridCol w:w="92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8" w:hRule="atLeast"/>
          <w:jc w:val="center"/>
        </w:trPr>
        <w:tc>
          <w:tcPr>
            <w:tcW w:w="44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序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号</w:t>
            </w:r>
          </w:p>
        </w:tc>
        <w:tc>
          <w:tcPr>
            <w:tcW w:w="1443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网上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报名号</w:t>
            </w:r>
          </w:p>
        </w:tc>
        <w:tc>
          <w:tcPr>
            <w:tcW w:w="961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姓名</w:t>
            </w:r>
          </w:p>
        </w:tc>
        <w:tc>
          <w:tcPr>
            <w:tcW w:w="2687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毕业学校及所学专业</w:t>
            </w:r>
          </w:p>
        </w:tc>
        <w:tc>
          <w:tcPr>
            <w:tcW w:w="1689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申请任教学科</w:t>
            </w:r>
          </w:p>
        </w:tc>
        <w:tc>
          <w:tcPr>
            <w:tcW w:w="6146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高校教师资格认定条件</w:t>
            </w:r>
          </w:p>
        </w:tc>
        <w:tc>
          <w:tcPr>
            <w:tcW w:w="92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初审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意见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atLeast"/>
          <w:jc w:val="center"/>
        </w:trPr>
        <w:tc>
          <w:tcPr>
            <w:tcW w:w="44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2687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689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身份证号码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学历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体检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普通话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水平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思想品德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两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学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测试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备注</w:t>
            </w:r>
          </w:p>
        </w:tc>
        <w:tc>
          <w:tcPr>
            <w:tcW w:w="92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44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44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44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44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44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44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pacing w:line="360" w:lineRule="atLeast"/>
        <w:ind w:firstLine="36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注：1.“思想品德”、“体检”“岗前培训”“两学”（教育学、心理学）填合格或不合格，“测试”填成绩或免测（免测在备</w:t>
      </w:r>
    </w:p>
    <w:p>
      <w:pPr>
        <w:widowControl/>
        <w:spacing w:line="360" w:lineRule="atLeast"/>
        <w:ind w:firstLine="1200" w:firstLineChars="5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注栏填写免测原因——师范类、博士、副教授或教授）；</w:t>
      </w:r>
    </w:p>
    <w:p>
      <w:pPr>
        <w:widowControl/>
        <w:spacing w:line="360" w:lineRule="atLeast"/>
        <w:ind w:firstLine="840" w:firstLineChars="35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2.初审意见由认定机构填写；</w:t>
      </w:r>
    </w:p>
    <w:p>
      <w:pPr>
        <w:widowControl/>
        <w:spacing w:line="360" w:lineRule="atLeast"/>
        <w:ind w:firstLine="840" w:firstLineChars="350"/>
        <w:jc w:val="left"/>
        <w:rPr>
          <w:rFonts w:hint="eastAsia" w:eastAsia="宋体"/>
          <w:lang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kern w:val="0"/>
          <w:sz w:val="24"/>
        </w:rPr>
        <w:t>3.本表一式三份</w:t>
      </w:r>
      <w:r>
        <w:rPr>
          <w:rFonts w:hint="eastAsia" w:ascii="宋体" w:hAnsi="宋体" w:cs="宋体"/>
          <w:kern w:val="0"/>
          <w:sz w:val="24"/>
          <w:lang w:eastAsia="zh-CN"/>
        </w:rPr>
        <w:t>。</w:t>
      </w: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52709"/>
    <w:rsid w:val="0A073B3E"/>
    <w:rsid w:val="15D10B0E"/>
    <w:rsid w:val="25B013DC"/>
    <w:rsid w:val="4FFC288D"/>
    <w:rsid w:val="56CF263F"/>
    <w:rsid w:val="56F52709"/>
    <w:rsid w:val="6D535020"/>
    <w:rsid w:val="7307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PC-20160105QIYJ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2018-09-30T02:10:00Z</dcterms:created>
  <dc:creator>Administrator</dc:creator>
  <cp:lastModifiedBy>Administrator</cp:lastModifiedBy>
  <dcterms:modified xsi:type="dcterms:W3CDTF">2018-09-30T02:16:31Z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